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0FF8" w14:textId="77777777" w:rsidR="004F200E" w:rsidRDefault="007600CC" w:rsidP="007600CC">
      <w:pPr>
        <w:spacing w:after="0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  <w:r w:rsidRPr="004F200E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Dette er en rutineskabelon fra Nordisk Miljømærkning. </w:t>
      </w:r>
    </w:p>
    <w:p w14:paraId="7730F445" w14:textId="01C13B07" w:rsidR="007600CC" w:rsidRPr="00C046B8" w:rsidRDefault="005F559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Det er frivilligt at tilpasse teksten under overskriften </w:t>
      </w:r>
      <w:r w:rsidRPr="004F200E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”Beskrivelse”</w:t>
      </w:r>
      <w:r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 så det letter arbejdet med at vedligeholde rutinen for den ansvarlige og opfylde</w:t>
      </w: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Pr="00C046B8">
        <w:rPr>
          <w:rFonts w:asciiTheme="majorHAnsi" w:hAnsiTheme="majorHAnsi" w:cstheme="majorHAnsi"/>
          <w:i/>
          <w:iCs/>
          <w:sz w:val="20"/>
        </w:rPr>
        <w:t>Svane</w:t>
      </w:r>
      <w:r w:rsidR="004F200E">
        <w:rPr>
          <w:rFonts w:asciiTheme="majorHAnsi" w:hAnsiTheme="majorHAnsi" w:cstheme="majorHAnsi"/>
          <w:i/>
          <w:iCs/>
          <w:sz w:val="20"/>
        </w:rPr>
        <w:t>mærket</w:t>
      </w:r>
      <w:r w:rsidRPr="00C046B8">
        <w:rPr>
          <w:rFonts w:asciiTheme="majorHAnsi" w:hAnsiTheme="majorHAnsi" w:cstheme="majorHAnsi"/>
          <w:i/>
          <w:iCs/>
          <w:sz w:val="20"/>
        </w:rPr>
        <w:t>s krav.</w:t>
      </w: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>Teksten under overskriften "</w:t>
      </w:r>
      <w:r w:rsidR="007600CC" w:rsidRPr="004F200E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Krav"</w:t>
      </w:r>
      <w:r w:rsidR="007600CC" w:rsidRPr="004F200E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>er taget fra Svane</w:t>
      </w:r>
      <w:r w:rsidR="004F200E">
        <w:rPr>
          <w:rFonts w:asciiTheme="majorHAnsi" w:hAnsiTheme="majorHAnsi" w:cstheme="majorHAnsi"/>
          <w:i/>
          <w:iCs/>
          <w:sz w:val="20"/>
          <w:szCs w:val="20"/>
        </w:rPr>
        <w:t>mærket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>s kriterier, og bør ikke ændres.</w:t>
      </w:r>
    </w:p>
    <w:p w14:paraId="46DC517F" w14:textId="77777777" w:rsidR="00C53626" w:rsidRPr="00C046B8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9634" w:type="dxa"/>
        <w:tblInd w:w="0" w:type="dxa"/>
        <w:tblLook w:val="04A0" w:firstRow="1" w:lastRow="0" w:firstColumn="1" w:lastColumn="0" w:noHBand="0" w:noVBand="1"/>
      </w:tblPr>
      <w:tblGrid>
        <w:gridCol w:w="4605"/>
        <w:gridCol w:w="5029"/>
      </w:tblGrid>
      <w:tr w:rsidR="009B310F" w:rsidRPr="00C046B8" w14:paraId="7E69AE4A" w14:textId="77777777" w:rsidTr="00F242B1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C046B8" w:rsidRDefault="009B310F">
            <w:pPr>
              <w:rPr>
                <w:rFonts w:ascii="Calibri Light" w:hAnsi="Calibri Light" w:cs="Calibri Light"/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3233C88F" w:rsidR="009B310F" w:rsidRPr="00F242B1" w:rsidRDefault="00C027AB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F242B1">
              <w:rPr>
                <w:rFonts w:ascii="Calibri Light" w:hAnsi="Calibri Light" w:cs="Calibri Light"/>
                <w:b/>
                <w:bCs/>
                <w:sz w:val="20"/>
              </w:rPr>
              <w:t>F</w:t>
            </w:r>
            <w:r w:rsidRPr="00F242B1">
              <w:rPr>
                <w:b/>
                <w:bCs/>
              </w:rPr>
              <w:t>orbud mod GMO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Firma</w:t>
            </w:r>
          </w:p>
        </w:tc>
      </w:tr>
      <w:tr w:rsidR="009B310F" w:rsidRPr="00C046B8" w14:paraId="708C7D1E" w14:textId="77777777" w:rsidTr="00F242B1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Oprettet af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C046B8" w:rsidRDefault="009B310F">
            <w:pPr>
              <w:rPr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D</w:t>
            </w:r>
            <w:r w:rsidR="007600CC" w:rsidRPr="00C046B8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Pr="00C046B8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408CDCC3" w:rsidR="007346EA" w:rsidRPr="004F200E" w:rsidRDefault="007346EA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  <w:u w:val="single"/>
        </w:rPr>
      </w:pPr>
      <w:r w:rsidRPr="004F200E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  <w:u w:val="single"/>
        </w:rPr>
        <w:t>Krav</w:t>
      </w:r>
    </w:p>
    <w:p w14:paraId="78BC55B6" w14:textId="77777777" w:rsidR="00C027AB" w:rsidRDefault="00C027AB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27AB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Det er forbudt at anvende eller servere genmodificerede madvarer* på et Svanemærket spisested. Spisestedet skal have rutiner som sikrer, at der ikke indkøbes genmodificerede madvarer.</w:t>
      </w:r>
    </w:p>
    <w:p w14:paraId="5706F25E" w14:textId="62D8EB54" w:rsidR="008858E8" w:rsidRPr="00C046B8" w:rsidRDefault="00C027AB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27AB">
        <w:rPr>
          <w:rStyle w:val="normaltextrun"/>
          <w:rFonts w:ascii="Calibri Light" w:eastAsia="Calibri Light" w:hAnsi="Calibri Light" w:cs="Calibri Light"/>
          <w:i/>
          <w:iCs/>
          <w:color w:val="000000" w:themeColor="text1"/>
          <w:sz w:val="20"/>
          <w:szCs w:val="20"/>
        </w:rPr>
        <w:t xml:space="preserve"> * Genmodificerede madvarer </w:t>
      </w:r>
      <w:r w:rsidR="004F200E">
        <w:rPr>
          <w:rStyle w:val="normaltextrun"/>
          <w:rFonts w:ascii="Calibri Light" w:eastAsia="Calibri Light" w:hAnsi="Calibri Light" w:cs="Calibri Light"/>
          <w:i/>
          <w:iCs/>
          <w:color w:val="000000" w:themeColor="text1"/>
          <w:sz w:val="20"/>
          <w:szCs w:val="20"/>
        </w:rPr>
        <w:t>er</w:t>
      </w:r>
      <w:r w:rsidRPr="00C027AB">
        <w:rPr>
          <w:rStyle w:val="normaltextrun"/>
          <w:rFonts w:ascii="Calibri Light" w:eastAsia="Calibri Light" w:hAnsi="Calibri Light" w:cs="Calibri Light"/>
          <w:i/>
          <w:iCs/>
          <w:color w:val="000000" w:themeColor="text1"/>
          <w:sz w:val="20"/>
          <w:szCs w:val="20"/>
        </w:rPr>
        <w:t xml:space="preserve"> madvare</w:t>
      </w:r>
      <w:r w:rsidR="004F200E">
        <w:rPr>
          <w:rStyle w:val="normaltextrun"/>
          <w:rFonts w:ascii="Calibri Light" w:eastAsia="Calibri Light" w:hAnsi="Calibri Light" w:cs="Calibri Light"/>
          <w:i/>
          <w:iCs/>
          <w:color w:val="000000" w:themeColor="text1"/>
          <w:sz w:val="20"/>
          <w:szCs w:val="20"/>
        </w:rPr>
        <w:t>r,</w:t>
      </w:r>
      <w:r w:rsidRPr="00C027AB">
        <w:rPr>
          <w:rStyle w:val="normaltextrun"/>
          <w:rFonts w:ascii="Calibri Light" w:eastAsia="Calibri Light" w:hAnsi="Calibri Light" w:cs="Calibri Light"/>
          <w:i/>
          <w:iCs/>
          <w:color w:val="000000" w:themeColor="text1"/>
          <w:sz w:val="20"/>
          <w:szCs w:val="20"/>
        </w:rPr>
        <w:t xml:space="preserve"> som efter national lovgivning er mærket med at indeholde genmodificerede ingredienser eller ingredienser produceret fra genmodificerede organismer (GMO). Aktuelle produkter er produkter, hvor råvarerne er soja, majs, raps eller sukkerroer.</w:t>
      </w:r>
    </w:p>
    <w:p w14:paraId="05D8BB41" w14:textId="77777777" w:rsidR="004F200E" w:rsidRDefault="004F200E" w:rsidP="007346EA">
      <w:pPr>
        <w:rPr>
          <w:rStyle w:val="normaltextrun"/>
          <w:rFonts w:ascii="Calibri Light" w:hAnsi="Calibri Light" w:cs="Calibri Light"/>
          <w:b/>
          <w:bCs/>
          <w:color w:val="000000"/>
          <w:shd w:val="clear" w:color="auto" w:fill="FFFFFF"/>
        </w:rPr>
      </w:pPr>
    </w:p>
    <w:p w14:paraId="0625A963" w14:textId="6D0221D4" w:rsidR="007346EA" w:rsidRPr="004F200E" w:rsidRDefault="007346EA" w:rsidP="007346EA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4F200E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Beskrivelse</w:t>
      </w:r>
    </w:p>
    <w:p w14:paraId="00C80EE3" w14:textId="55131954" w:rsidR="007346EA" w:rsidRPr="00C046B8" w:rsidRDefault="00FD343F" w:rsidP="007346EA">
      <w:pPr>
        <w:rPr>
          <w:rFonts w:asciiTheme="majorHAnsi" w:hAnsiTheme="majorHAnsi" w:cstheme="majorHAnsi"/>
          <w:sz w:val="20"/>
          <w:szCs w:val="20"/>
        </w:rPr>
      </w:pPr>
      <w:r w:rsidRPr="00C046B8">
        <w:rPr>
          <w:rFonts w:asciiTheme="majorHAnsi" w:hAnsiTheme="majorHAnsi" w:cstheme="majorHAnsi"/>
          <w:sz w:val="20"/>
          <w:szCs w:val="20"/>
        </w:rPr>
        <w:t>Beskrivelse af virksomhedens grundlæggende oplæring og hvordan personalet bliver oplært i virksomhedens miljøarbejde og hvad det vil sige at være Svanemærket.</w:t>
      </w:r>
    </w:p>
    <w:p w14:paraId="548A9C68" w14:textId="77777777" w:rsidR="004F200E" w:rsidRDefault="004F200E" w:rsidP="007F346E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0F28C3AD" w14:textId="36C8E875" w:rsidR="007F346E" w:rsidRPr="00C027AB" w:rsidRDefault="007F346E" w:rsidP="007F346E">
      <w:pPr>
        <w:rPr>
          <w:rStyle w:val="normaltextrun"/>
          <w:sz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Vi har følgende </w:t>
      </w:r>
      <w:r w:rsidR="00C027AB" w:rsidRPr="00C027AB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rutine</w:t>
      </w:r>
      <w:r w:rsidR="00C027AB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,</w:t>
      </w:r>
      <w:r w:rsidR="00C027AB" w:rsidRPr="00C027AB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som sikrer at virksomheden ikke serverer madvarer der efter national lovgivning er mærket med at den indeholder genmodificerede ingredienser eller ingredienser produceret fra genmodificerede organismer (GMO).</w:t>
      </w:r>
    </w:p>
    <w:p w14:paraId="29E76E09" w14:textId="46F6544E" w:rsidR="007F346E" w:rsidRPr="004F200E" w:rsidRDefault="007F346E" w:rsidP="007F346E">
      <w:pPr>
        <w:rPr>
          <w:rFonts w:ascii="Calibri Light" w:eastAsia="Calibri Light" w:hAnsi="Calibri Light" w:cs="Calibri Light"/>
          <w:i/>
          <w:iCs/>
          <w:color w:val="FF0000"/>
          <w:szCs w:val="20"/>
        </w:rPr>
      </w:pPr>
      <w:r w:rsidRPr="004F200E">
        <w:rPr>
          <w:rStyle w:val="normaltextrun"/>
          <w:rFonts w:ascii="Calibri Light" w:eastAsia="Calibri Light" w:hAnsi="Calibri Light" w:cs="Calibri Light"/>
          <w:i/>
          <w:iCs/>
          <w:color w:val="FF0000"/>
          <w:sz w:val="20"/>
          <w:szCs w:val="20"/>
        </w:rPr>
        <w:t>&lt;Skriv jeres rutine her&gt;</w:t>
      </w:r>
    </w:p>
    <w:p w14:paraId="3847D5D0" w14:textId="746316CF" w:rsidR="007346EA" w:rsidRPr="00C046B8" w:rsidRDefault="007346EA" w:rsidP="007346EA">
      <w:pPr>
        <w:rPr>
          <w:rStyle w:val="normaltextrun"/>
          <w:rFonts w:ascii="Calibri Light" w:hAnsi="Calibri Light" w:cs="Calibri Light"/>
          <w:color w:val="000000"/>
          <w:szCs w:val="20"/>
          <w:shd w:val="clear" w:color="auto" w:fill="FFFFFF"/>
        </w:rPr>
      </w:pPr>
    </w:p>
    <w:tbl>
      <w:tblPr>
        <w:tblpPr w:leftFromText="141" w:rightFromText="141" w:vertAnchor="text" w:horzAnchor="margin" w:tblpY="1153"/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146"/>
      </w:tblGrid>
      <w:tr w:rsidR="007346EA" w:rsidRPr="00C046B8" w14:paraId="6117E91A" w14:textId="77777777" w:rsidTr="00F242B1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4F200E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4F200E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 xml:space="preserve">Ansvarlig person </w:t>
            </w:r>
          </w:p>
          <w:p w14:paraId="27B00162" w14:textId="77777777" w:rsidR="007346EA" w:rsidRPr="004F200E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4F200E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4F200E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Stilling/rolle </w:t>
            </w:r>
          </w:p>
        </w:tc>
      </w:tr>
    </w:tbl>
    <w:p w14:paraId="06CDCB3C" w14:textId="77777777" w:rsidR="00943AF0" w:rsidRPr="007346EA" w:rsidRDefault="00943AF0" w:rsidP="00192989">
      <w:pPr>
        <w:rPr>
          <w:rFonts w:ascii="Core Sans NR 35 Light" w:hAnsi="Core Sans NR 35 Light"/>
        </w:rPr>
      </w:pPr>
    </w:p>
    <w:sectPr w:rsidR="00943AF0" w:rsidRPr="007346E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4F200E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242B1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15</TotalTime>
  <Pages>1</Pages>
  <Words>193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2022-02-20T21:11:00Z</dcterms:created>
  <dcterms:modified xsi:type="dcterms:W3CDTF">2022-03-11T12:25:00Z</dcterms:modified>
</cp:coreProperties>
</file>